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90" w:rsidRDefault="00E53E90">
      <w:pPr>
        <w:pStyle w:val="Listenabsatz"/>
      </w:pPr>
      <w:bookmarkStart w:id="0" w:name="_GoBack"/>
      <w:bookmarkEnd w:id="0"/>
    </w:p>
    <w:p w:rsidR="00E53E90" w:rsidRDefault="00EF5FBF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Zusammengefügte Worte 1</w:t>
      </w:r>
    </w:p>
    <w:p w:rsidR="00E53E90" w:rsidRDefault="00EF5FBF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Verbinden Sie je zwei Worte zu einem langen Wort!</w:t>
      </w:r>
    </w:p>
    <w:p w:rsidR="00E53E90" w:rsidRDefault="00E53E90">
      <w:pPr>
        <w:ind w:left="360"/>
        <w:rPr>
          <w:b/>
          <w:color w:val="A39E26"/>
          <w:sz w:val="28"/>
          <w:szCs w:val="28"/>
          <w:lang w:val="de-DE"/>
        </w:rPr>
      </w:pPr>
    </w:p>
    <w:tbl>
      <w:tblPr>
        <w:tblW w:w="8928" w:type="dxa"/>
        <w:tblInd w:w="2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3"/>
        <w:gridCol w:w="3063"/>
        <w:gridCol w:w="3192"/>
      </w:tblGrid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F5FBF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Artikel</w:t>
            </w:r>
          </w:p>
          <w:p w:rsidR="00E53E90" w:rsidRDefault="00EF5FBF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der/die/das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F5FBF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Wort 1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F5FBF">
            <w:pPr>
              <w:spacing w:after="0" w:line="240" w:lineRule="auto"/>
              <w:jc w:val="center"/>
              <w:rPr>
                <w:b/>
                <w:bCs/>
                <w:color w:val="841770"/>
                <w:sz w:val="28"/>
                <w:szCs w:val="28"/>
                <w:lang w:val="de-DE"/>
              </w:rPr>
            </w:pPr>
            <w:r>
              <w:rPr>
                <w:b/>
                <w:bCs/>
                <w:color w:val="841770"/>
                <w:sz w:val="28"/>
                <w:szCs w:val="28"/>
                <w:lang w:val="de-DE"/>
              </w:rPr>
              <w:t>Wort 2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Wasch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Fürsorge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Kugel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Fähigkeit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Selbst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Verhalten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Konflikt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Verantwortung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Selbst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Vogel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Widerstands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Schreiber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Spaß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Haus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Vogel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Vertrauen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Selbst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Teilnehmerin</w:t>
            </w:r>
          </w:p>
        </w:tc>
      </w:tr>
      <w:tr w:rsidR="00E53E90">
        <w:tblPrEx>
          <w:tblCellMar>
            <w:top w:w="0" w:type="dxa"/>
            <w:bottom w:w="0" w:type="dxa"/>
          </w:tblCellMar>
        </w:tblPrEx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3E90" w:rsidRDefault="00E53E90">
            <w:pPr>
              <w:spacing w:after="0" w:line="240" w:lineRule="auto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Kurs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  <w:p w:rsidR="00E53E90" w:rsidRDefault="00EF5FBF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  <w:r>
              <w:rPr>
                <w:b/>
                <w:color w:val="A39E26"/>
                <w:sz w:val="24"/>
                <w:szCs w:val="24"/>
                <w:lang w:val="de-DE"/>
              </w:rPr>
              <w:t>Maschine</w:t>
            </w:r>
          </w:p>
          <w:p w:rsidR="00E53E90" w:rsidRDefault="00E53E90">
            <w:pPr>
              <w:spacing w:after="0" w:line="240" w:lineRule="auto"/>
              <w:jc w:val="center"/>
              <w:rPr>
                <w:b/>
                <w:color w:val="A39E26"/>
                <w:sz w:val="24"/>
                <w:szCs w:val="24"/>
                <w:lang w:val="de-DE"/>
              </w:rPr>
            </w:pPr>
          </w:p>
        </w:tc>
      </w:tr>
    </w:tbl>
    <w:p w:rsidR="00E53E90" w:rsidRDefault="00E53E90">
      <w:pPr>
        <w:ind w:left="360"/>
        <w:rPr>
          <w:b/>
          <w:lang w:val="de-DE"/>
        </w:rPr>
      </w:pPr>
    </w:p>
    <w:p w:rsidR="00E53E90" w:rsidRDefault="00E53E90">
      <w:pPr>
        <w:jc w:val="center"/>
        <w:rPr>
          <w:lang w:val="de-DE"/>
        </w:rPr>
      </w:pPr>
    </w:p>
    <w:p w:rsidR="00E53E90" w:rsidRDefault="00E53E90">
      <w:pPr>
        <w:rPr>
          <w:lang w:val="de-AT"/>
        </w:rPr>
      </w:pPr>
    </w:p>
    <w:sectPr w:rsidR="00E53E9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F5FBF">
      <w:pPr>
        <w:spacing w:after="0" w:line="240" w:lineRule="auto"/>
      </w:pPr>
      <w:r>
        <w:separator/>
      </w:r>
    </w:p>
  </w:endnote>
  <w:endnote w:type="continuationSeparator" w:id="0">
    <w:p w:rsidR="00000000" w:rsidRDefault="00EF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0F" w:rsidRDefault="00EF5FBF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227313" cy="1447801"/>
              <wp:effectExtent l="0" t="0" r="12065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13" cy="1447801"/>
                        <a:chOff x="0" y="0"/>
                        <a:chExt cx="5227313" cy="1447801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5" y="1027659"/>
                          <a:ext cx="4113766" cy="42014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9300F" w:rsidRDefault="00EF5FBF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Ursula Zechner-Möderndorfer/Verein für Bildung und Lernen. Dieses Werk ist unter CC BY 4.0 International lizenziert. </w:t>
                            </w:r>
                            <w:hyperlink r:id="rId2" w:history="1">
                              <w:r w:rsidRPr="00EF5FBF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</w:p>
                        </w:txbxContent>
                      </wps:txbx>
                      <wps:bodyPr vert="horz" wrap="square" lIns="35999" tIns="35999" rIns="35999" bIns="35999" anchor="t" anchorCtr="0" compatLnSpc="0"/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0" o:spid="_x0000_s1026" style="position:absolute;margin-left:23.35pt;margin-top:-74.85pt;width:411.6pt;height:114pt;z-index:251662336;mso-height-relative:margin" coordsize="52273,1447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2h27AAAAA2gAAAA8AAABkcnMvZG93bnJldi54bWxEj92KwjAUhO+FfYdwFrzTVBFdukaRRWFB&#10;EPx5gENzTIrNSWmybdenN4Lg5TAz3zDLde8q0VITSs8KJuMMBHHhdclGweW8G32BCBFZY+WZFPxT&#10;gPXqY7DEXPuOj9SeohEJwiFHBTbGOpcyFJYchrGviZN39Y3DmGRjpG6wS3BXyWmWzaXDktOCxZp+&#10;LBW3059T0Hak69u+upsDLqYXZ6623Eqlhp/95htEpD6+w6/2r1Ywg+eVdAPk6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XaHbsAAAADaAAAADwAAAAAAAAAAAAAAAACfAgAA&#10;ZHJzL2Rvd25yZXYueG1sUEsFBgAAAAAEAAQA9wAAAIwDAAAAAA==&#10;">
                <v:imagedata r:id="rId4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276;width:41137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KHsQA&#10;AADaAAAADwAAAGRycy9kb3ducmV2LnhtbESPQWsCMRSE7wX/Q3iCt5pYqJSt2UUFqQhWaoX2+Ni8&#10;7i5uXpYk1dVf3wgFj8PMfMPMit624kQ+NI41TMYKBHHpTMOVhsPn6vEFRIjIBlvHpOFCAYp88DDD&#10;zLgzf9BpHyuRIBwy1FDH2GVShrImi2HsOuLk/ThvMSbpK2k8nhPctvJJqam02HBaqLGjZU3lcf9r&#10;NXy/bxfOz9XhbXfhamO+ruq4vmo9GvbzVxCR+ngP/7fXRsMz3K6k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8ih7EAAAA2gAAAA8AAAAAAAAAAAAAAAAAmAIAAGRycy9k&#10;b3ducmV2LnhtbFBLBQYAAAAABAAEAPUAAACJAwAAAAA=&#10;" filled="f" stroked="f">
                <v:textbox inset=".99997mm,.99997mm,.99997mm,.99997mm">
                  <w:txbxContent>
                    <w:p w:rsidR="0019300F" w:rsidRDefault="00EF5FBF"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Ursula Zechner-Möderndorfer/Verein für Bildung und Lernen. Dieses Werk ist unter CC BY 4.0 International lizenziert. </w:t>
                      </w:r>
                      <w:hyperlink r:id="rId5" w:history="1">
                        <w:r w:rsidRPr="00EF5FBF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ue/PEAAAA2gAAAA8AAABkcnMvZG93bnJldi54bWxEj0FrwkAUhO9C/8PyhF5EN/YQNLoJoRAo&#10;hVKqKb0+s88kmH0bs1uT/vtuoeBxmJlvmH02mU7caHCtZQXrVQSCuLK65VpBeSyWGxDOI2vsLJOC&#10;H3KQpQ+zPSbajvxBt4OvRYCwS1BB432fSOmqhgy6le2Jg3e2g0Ef5FBLPeAY4KaTT1EUS4Mth4UG&#10;e3puqLocvo2CYvt+Kj7jEvP8RIv6/Pb6NZZXpR7nU74D4Wny9/B/+0UriOHvSrgBMv0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cue/PEAAAA2gAAAA8AAAAAAAAAAAAAAAAA&#10;nwIAAGRycy9kb3ducmV2LnhtbFBLBQYAAAAABAAEAPcAAACQAwAAAAA=&#10;">
                <v:imagedata r:id="rId6" o:title=""/>
                <v:path arrowok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k7McMAAADaAAAADwAAAGRycy9kb3ducmV2LnhtbESPS2vDMBCE74H+B7GF3BK5ITTBjWza&#10;0jxuJWnJebHWD2ytXEu1nf76qBDIcZiZb5hNOppG9NS5yrKCp3kEgjizuuJCwffXdrYG4TyyxsYy&#10;KbiQgzR5mGww1nbgI/UnX4gAYRejgtL7NpbSZSUZdHPbEgcvt51BH2RXSN3hEOCmkYsoepYGKw4L&#10;Jbb0XlJWn36Ngj27hX5b/3zmHzvEql6ez3/bnVLTx/H1BYSn0d/Dt/ZBK1jB/5VwA2Ry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pOzHDAAAA2gAAAA8AAAAAAAAAAAAA&#10;AAAAoQIAAGRycy9kb3ducmV2LnhtbFBLBQYAAAAABAAEAPkAAACRAwAAAAA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F5FB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EF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0F" w:rsidRDefault="00EF5FBF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19300F" w:rsidRDefault="00EF5FB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53E90"/>
    <w:rsid w:val="00E53E90"/>
    <w:rsid w:val="00E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image" Target="media/image3.jpeg"/><Relationship Id="rId6" Type="http://schemas.openxmlformats.org/officeDocument/2006/relationships/image" Target="media/image6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2</cp:revision>
  <dcterms:created xsi:type="dcterms:W3CDTF">2021-06-23T06:23:00Z</dcterms:created>
  <dcterms:modified xsi:type="dcterms:W3CDTF">2021-06-23T06:23:00Z</dcterms:modified>
</cp:coreProperties>
</file>